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/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>
          <w:bookmarkStart w:id="0" w:name="_GoBack"/>
          <w:bookmarkEnd w:id="0"/>
        </w:p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6F85C0EA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DE1BD0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06EE0" w14:textId="77777777" w:rsidR="005C6364" w:rsidRDefault="005C6364" w:rsidP="00EA6B59">
      <w:pPr>
        <w:spacing w:after="0" w:line="240" w:lineRule="auto"/>
      </w:pPr>
      <w:r>
        <w:separator/>
      </w:r>
    </w:p>
  </w:endnote>
  <w:endnote w:type="continuationSeparator" w:id="0">
    <w:p w14:paraId="1317B772" w14:textId="77777777" w:rsidR="005C6364" w:rsidRDefault="005C636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44C59BB8" w:rsidR="005D3CBC" w:rsidRDefault="005D3CBC">
    <w:pPr>
      <w:pStyle w:val="Pieddepage"/>
    </w:pPr>
    <w:r>
      <w:t xml:space="preserve">ESID </w:t>
    </w:r>
    <w:r w:rsidR="00275935">
      <w:t>25</w:t>
    </w:r>
    <w:r w:rsidR="00590FFA">
      <w:rPr>
        <w:rFonts w:ascii="Calibri" w:hAnsi="Calibri" w:cs="Calibri"/>
      </w:rPr>
      <w:t> </w:t>
    </w:r>
    <w:r w:rsidR="00DE1BD0">
      <w:t>129 à 131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49AFE" w14:textId="77777777" w:rsidR="005C6364" w:rsidRDefault="005C6364" w:rsidP="00EA6B59">
      <w:pPr>
        <w:spacing w:after="0" w:line="240" w:lineRule="auto"/>
      </w:pPr>
      <w:r>
        <w:separator/>
      </w:r>
    </w:p>
  </w:footnote>
  <w:footnote w:type="continuationSeparator" w:id="0">
    <w:p w14:paraId="34031855" w14:textId="77777777" w:rsidR="005C6364" w:rsidRDefault="005C636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1A0ACDF1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1E6D98">
      <w:t>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6D98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FFA"/>
    <w:rsid w:val="00592674"/>
    <w:rsid w:val="00592D64"/>
    <w:rsid w:val="005B10E0"/>
    <w:rsid w:val="005B20AE"/>
    <w:rsid w:val="005C584E"/>
    <w:rsid w:val="005C6364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E1BD0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421279-BF3B-461D-BEEF-0B5D4563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5</TotalTime>
  <Pages>2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7</cp:revision>
  <dcterms:created xsi:type="dcterms:W3CDTF">2025-05-15T12:15:00Z</dcterms:created>
  <dcterms:modified xsi:type="dcterms:W3CDTF">2025-07-30T13:14:00Z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